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AE5E9" w14:textId="77777777" w:rsidR="002B2CB4" w:rsidRPr="0083311C" w:rsidRDefault="001B7BA9" w:rsidP="0083311C">
      <w:pPr>
        <w:pStyle w:val="Nagwek2"/>
        <w:ind w:left="4250" w:firstLine="850"/>
        <w:jc w:val="left"/>
        <w:rPr>
          <w:rFonts w:cs="Arial"/>
          <w:b w:val="0"/>
          <w:color w:val="auto"/>
          <w:kern w:val="22"/>
          <w:szCs w:val="18"/>
        </w:rPr>
      </w:pPr>
      <w:r w:rsidRPr="0083311C">
        <w:rPr>
          <w:rFonts w:cs="Arial"/>
          <w:b w:val="0"/>
          <w:color w:val="auto"/>
          <w:kern w:val="22"/>
          <w:szCs w:val="18"/>
        </w:rPr>
        <w:t>Załącznik nr………</w:t>
      </w:r>
    </w:p>
    <w:p w14:paraId="474301C6" w14:textId="77777777" w:rsidR="002B2CB4" w:rsidRPr="0083311C" w:rsidRDefault="002B2CB4" w:rsidP="0083311C">
      <w:pPr>
        <w:widowControl w:val="0"/>
        <w:ind w:left="4250" w:firstLine="850"/>
        <w:rPr>
          <w:rFonts w:cs="Arial"/>
          <w:snapToGrid w:val="0"/>
          <w:kern w:val="22"/>
          <w:szCs w:val="18"/>
        </w:rPr>
      </w:pPr>
      <w:r w:rsidRPr="0083311C">
        <w:rPr>
          <w:rFonts w:cs="Arial"/>
          <w:snapToGrid w:val="0"/>
          <w:kern w:val="22"/>
          <w:szCs w:val="18"/>
        </w:rPr>
        <w:t>do proto</w:t>
      </w:r>
      <w:r w:rsidR="0083311C" w:rsidRPr="0083311C">
        <w:rPr>
          <w:rFonts w:cs="Arial"/>
          <w:snapToGrid w:val="0"/>
          <w:kern w:val="22"/>
          <w:szCs w:val="18"/>
        </w:rPr>
        <w:t>kołu kontroli, nr rej.: …………………</w:t>
      </w:r>
      <w:r w:rsidRPr="0083311C">
        <w:rPr>
          <w:rFonts w:cs="Arial"/>
          <w:snapToGrid w:val="0"/>
          <w:kern w:val="22"/>
          <w:szCs w:val="18"/>
        </w:rPr>
        <w:t>..</w:t>
      </w:r>
    </w:p>
    <w:p w14:paraId="0B507566" w14:textId="77777777" w:rsidR="002B2CB4" w:rsidRPr="003847F6" w:rsidRDefault="001B7BA9" w:rsidP="001D3DF3">
      <w:pPr>
        <w:rPr>
          <w:rFonts w:cs="Arial"/>
          <w:kern w:val="22"/>
          <w:szCs w:val="18"/>
        </w:rPr>
      </w:pPr>
      <w:r w:rsidRPr="003847F6">
        <w:rPr>
          <w:rFonts w:cs="Arial"/>
          <w:kern w:val="22"/>
          <w:szCs w:val="18"/>
        </w:rPr>
        <w:t>Nr rej.</w:t>
      </w:r>
      <w:r w:rsidRPr="003847F6">
        <w:rPr>
          <w:rFonts w:cs="Arial"/>
          <w:szCs w:val="22"/>
        </w:rPr>
        <w:t>…………………………………</w:t>
      </w:r>
    </w:p>
    <w:p w14:paraId="28B46F39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2D1B94C8" w14:textId="77777777" w:rsidR="001B7BA9" w:rsidRPr="003847F6" w:rsidRDefault="001B7BA9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3847F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14:paraId="1627838B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04EE1888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Informacje o wyrobie spełniającym wymagania zasadnicze lub inne: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3847F6" w:rsidRPr="003847F6" w14:paraId="6EC820C7" w14:textId="77777777" w:rsidTr="00782EB1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D34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Nazwa wyrobu:</w:t>
            </w:r>
          </w:p>
        </w:tc>
      </w:tr>
      <w:tr w:rsidR="003847F6" w:rsidRPr="003847F6" w14:paraId="272FA536" w14:textId="77777777" w:rsidTr="00782EB1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6D07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6D66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C35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seryjny:</w:t>
            </w:r>
          </w:p>
        </w:tc>
      </w:tr>
      <w:tr w:rsidR="003847F6" w:rsidRPr="003847F6" w14:paraId="04C8C198" w14:textId="77777777" w:rsidTr="00782EB1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D797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8A6EE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ważności:</w:t>
            </w:r>
          </w:p>
        </w:tc>
      </w:tr>
      <w:tr w:rsidR="001B7BA9" w:rsidRPr="003847F6" w14:paraId="6462A1E3" w14:textId="77777777" w:rsidTr="00782EB1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A27C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146B7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Kraj pochodzenia:</w:t>
            </w:r>
          </w:p>
        </w:tc>
      </w:tr>
    </w:tbl>
    <w:p w14:paraId="36E95F47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3847F6" w:rsidRPr="003847F6" w14:paraId="50278EDF" w14:textId="77777777" w:rsidTr="00782EB1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EA28" w14:textId="77777777"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BF52" w14:textId="77777777"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stronie postępowania w Polsce (upoważniony przedstawiciel/ importer/odbiorca/sprzedawca/eksporter</w:t>
            </w:r>
            <w:r w:rsidRPr="003847F6">
              <w:rPr>
                <w:rFonts w:cs="Arial"/>
                <w:szCs w:val="22"/>
                <w:vertAlign w:val="superscript"/>
              </w:rPr>
              <w:t>(*)</w:t>
            </w:r>
            <w:r w:rsidRPr="003847F6">
              <w:rPr>
                <w:rFonts w:cs="Arial"/>
                <w:szCs w:val="22"/>
              </w:rPr>
              <w:t>)</w:t>
            </w:r>
          </w:p>
        </w:tc>
      </w:tr>
      <w:tr w:rsidR="003847F6" w:rsidRPr="003847F6" w14:paraId="359E1B0D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D1F0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9E4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3847F6" w:rsidRPr="003847F6" w14:paraId="1A2E62BE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89E2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5382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3847F6" w:rsidRPr="003847F6" w14:paraId="5D440B66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D590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B42E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3847F6" w:rsidRPr="003847F6" w14:paraId="1A61B78F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205C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41B8C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3847F6" w:rsidRPr="003847F6" w14:paraId="5C814BD4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996E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9D87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3847F6" w:rsidRPr="003847F6" w14:paraId="1B1DC78D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E9B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17CC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3847F6" w:rsidRPr="003847F6" w14:paraId="19DB77F9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28E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77C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3847F6" w:rsidRPr="003847F6" w14:paraId="5C45E736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3B0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3AF3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3847F6" w:rsidRPr="003847F6" w14:paraId="16582523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E3B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19A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3847F6" w:rsidRPr="003847F6" w14:paraId="3A360669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56118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A418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3847F6" w:rsidRPr="003847F6" w14:paraId="439F73FD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ADE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47F6">
              <w:rPr>
                <w:rFonts w:cs="Arial"/>
                <w:sz w:val="16"/>
                <w:szCs w:val="16"/>
              </w:rPr>
              <w:t>Ekd</w:t>
            </w:r>
            <w:proofErr w:type="spellEnd"/>
            <w:r w:rsidRPr="003847F6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725F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47F6">
              <w:rPr>
                <w:rFonts w:cs="Arial"/>
                <w:sz w:val="16"/>
                <w:szCs w:val="16"/>
              </w:rPr>
              <w:t>Ekd</w:t>
            </w:r>
            <w:proofErr w:type="spellEnd"/>
            <w:r w:rsidRPr="003847F6">
              <w:rPr>
                <w:rFonts w:cs="Arial"/>
                <w:sz w:val="16"/>
                <w:szCs w:val="16"/>
              </w:rPr>
              <w:t>:</w:t>
            </w:r>
          </w:p>
        </w:tc>
      </w:tr>
      <w:tr w:rsidR="00782EB1" w:rsidRPr="003847F6" w14:paraId="268F5BE7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83B4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6859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64C57E4A" w14:textId="77777777"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6C38976C" w14:textId="56791E9E" w:rsidR="00DC496A" w:rsidRDefault="002B2CB4" w:rsidP="001D3DF3">
      <w:pPr>
        <w:widowControl w:val="0"/>
        <w:rPr>
          <w:rFonts w:cs="Arial"/>
          <w:snapToGrid w:val="0"/>
          <w:kern w:val="22"/>
          <w:sz w:val="18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 pkt 6 ustawy z dnia 13 kwietnia 2007 r. o Państwowej Inspekc</w:t>
      </w:r>
      <w:r w:rsidR="00782EB1" w:rsidRPr="003847F6">
        <w:rPr>
          <w:rFonts w:cs="Arial"/>
          <w:snapToGrid w:val="0"/>
          <w:kern w:val="22"/>
        </w:rPr>
        <w:t xml:space="preserve">ji Pracy </w:t>
      </w:r>
      <w:r w:rsidR="00D97E9E" w:rsidRPr="003847F6">
        <w:rPr>
          <w:rFonts w:cs="Arial"/>
          <w:snapToGrid w:val="0"/>
          <w:kern w:val="22"/>
        </w:rPr>
        <w:t>(Dz.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U.</w:t>
      </w:r>
      <w:r w:rsidR="00A32795" w:rsidRPr="003847F6">
        <w:rPr>
          <w:rFonts w:cs="Arial"/>
          <w:snapToGrid w:val="0"/>
          <w:kern w:val="22"/>
        </w:rPr>
        <w:t xml:space="preserve"> </w:t>
      </w:r>
      <w:r w:rsidR="0083311C">
        <w:rPr>
          <w:rFonts w:cs="Arial"/>
          <w:snapToGrid w:val="0"/>
          <w:kern w:val="22"/>
        </w:rPr>
        <w:t>z 20</w:t>
      </w:r>
      <w:r w:rsidR="00DC496A">
        <w:rPr>
          <w:rFonts w:cs="Arial"/>
          <w:snapToGrid w:val="0"/>
          <w:kern w:val="22"/>
        </w:rPr>
        <w:t>2</w:t>
      </w:r>
      <w:r w:rsidR="000E267D">
        <w:rPr>
          <w:rFonts w:cs="Arial"/>
          <w:snapToGrid w:val="0"/>
          <w:kern w:val="22"/>
        </w:rPr>
        <w:t>4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r. poz.</w:t>
      </w:r>
      <w:r w:rsidR="00275728">
        <w:rPr>
          <w:rFonts w:cs="Arial"/>
          <w:snapToGrid w:val="0"/>
          <w:kern w:val="22"/>
        </w:rPr>
        <w:t> </w:t>
      </w:r>
      <w:r w:rsidR="000E267D">
        <w:rPr>
          <w:rFonts w:cs="Arial"/>
          <w:snapToGrid w:val="0"/>
          <w:kern w:val="22"/>
        </w:rPr>
        <w:t>97</w:t>
      </w:r>
      <w:r w:rsidR="001D15CC">
        <w:rPr>
          <w:rFonts w:cs="Arial"/>
          <w:szCs w:val="22"/>
        </w:rPr>
        <w:t xml:space="preserve">, z </w:t>
      </w:r>
      <w:proofErr w:type="spellStart"/>
      <w:r w:rsidR="001D15CC">
        <w:rPr>
          <w:rFonts w:cs="Arial"/>
          <w:szCs w:val="22"/>
        </w:rPr>
        <w:t>późn</w:t>
      </w:r>
      <w:proofErr w:type="spellEnd"/>
      <w:r w:rsidR="001D15CC">
        <w:rPr>
          <w:rFonts w:cs="Arial"/>
          <w:szCs w:val="22"/>
        </w:rPr>
        <w:t>. zm.</w:t>
      </w:r>
      <w:r w:rsidRPr="003847F6">
        <w:rPr>
          <w:rFonts w:cs="Arial"/>
          <w:snapToGrid w:val="0"/>
          <w:kern w:val="22"/>
        </w:rPr>
        <w:t>) oraz art. 38 ust. 2 pkt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2 usta</w:t>
      </w:r>
      <w:r w:rsidR="00782EB1" w:rsidRPr="003847F6">
        <w:rPr>
          <w:rFonts w:cs="Arial"/>
          <w:snapToGrid w:val="0"/>
          <w:kern w:val="22"/>
        </w:rPr>
        <w:t>wy z dnia 30 sierpnia 2002</w:t>
      </w:r>
      <w:r w:rsidR="00275728">
        <w:rPr>
          <w:rFonts w:cs="Arial"/>
          <w:snapToGrid w:val="0"/>
          <w:kern w:val="22"/>
        </w:rPr>
        <w:t> </w:t>
      </w:r>
      <w:r w:rsidR="00782EB1" w:rsidRPr="003847F6">
        <w:rPr>
          <w:rFonts w:cs="Arial"/>
          <w:snapToGrid w:val="0"/>
          <w:kern w:val="22"/>
        </w:rPr>
        <w:t>r. o </w:t>
      </w:r>
      <w:r w:rsidRPr="003847F6">
        <w:rPr>
          <w:rFonts w:cs="Arial"/>
          <w:snapToGrid w:val="0"/>
          <w:kern w:val="22"/>
        </w:rPr>
        <w:t xml:space="preserve">systemie oceny zgodności </w:t>
      </w:r>
      <w:r w:rsidR="00DC496A" w:rsidRPr="00A306BC">
        <w:rPr>
          <w:kern w:val="22"/>
          <w:szCs w:val="22"/>
        </w:rPr>
        <w:t>(Dz. U. z 2023 r. poz. 215)</w:t>
      </w:r>
      <w:r w:rsidR="00782EB1" w:rsidRPr="003847F6">
        <w:rPr>
          <w:rFonts w:cs="Arial"/>
          <w:snapToGrid w:val="0"/>
          <w:kern w:val="22"/>
        </w:rPr>
        <w:t xml:space="preserve"> inspektor pracy</w:t>
      </w:r>
      <w:r w:rsidR="00DC496A">
        <w:rPr>
          <w:rFonts w:cs="Arial"/>
          <w:snapToGrid w:val="0"/>
          <w:kern w:val="22"/>
        </w:rPr>
        <w:t xml:space="preserve"> </w:t>
      </w:r>
      <w:r w:rsidR="00310D45">
        <w:rPr>
          <w:rFonts w:cs="Arial"/>
          <w:snapToGrid w:val="0"/>
          <w:kern w:val="22"/>
          <w:sz w:val="18"/>
          <w:szCs w:val="18"/>
        </w:rPr>
        <w:t>……………………………………………………………………………………………………….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.................................................</w:t>
      </w:r>
      <w:r w:rsidR="001D15CC">
        <w:rPr>
          <w:rFonts w:cs="Arial"/>
          <w:snapToGrid w:val="0"/>
          <w:kern w:val="22"/>
          <w:sz w:val="18"/>
          <w:szCs w:val="18"/>
        </w:rPr>
        <w:t>.</w:t>
      </w:r>
    </w:p>
    <w:p w14:paraId="2E3D0ED2" w14:textId="3C532C2E" w:rsidR="00DC496A" w:rsidRDefault="00DC496A" w:rsidP="00310D45">
      <w:pPr>
        <w:widowControl w:val="0"/>
        <w:jc w:val="center"/>
        <w:rPr>
          <w:rFonts w:cs="Arial"/>
          <w:snapToGrid w:val="0"/>
          <w:kern w:val="22"/>
          <w:sz w:val="18"/>
          <w:szCs w:val="18"/>
        </w:rPr>
      </w:pPr>
      <w:r w:rsidRPr="003847F6">
        <w:rPr>
          <w:rFonts w:cs="Arial"/>
          <w:i/>
          <w:snapToGrid w:val="0"/>
          <w:kern w:val="22"/>
          <w:sz w:val="16"/>
          <w:szCs w:val="18"/>
        </w:rPr>
        <w:t>(</w:t>
      </w:r>
      <w:r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służbow</w:t>
      </w:r>
      <w:r>
        <w:rPr>
          <w:rFonts w:cs="Arial"/>
          <w:i/>
          <w:snapToGrid w:val="0"/>
          <w:kern w:val="22"/>
          <w:sz w:val="16"/>
          <w:szCs w:val="18"/>
        </w:rPr>
        <w:t>e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7111D78C" w14:textId="32177E02" w:rsidR="002B2CB4" w:rsidRPr="00DC496A" w:rsidRDefault="00782EB1" w:rsidP="001D3DF3">
      <w:pPr>
        <w:widowControl w:val="0"/>
        <w:rPr>
          <w:rFonts w:cs="Arial"/>
          <w:snapToGrid w:val="0"/>
          <w:kern w:val="22"/>
          <w:sz w:val="18"/>
          <w:szCs w:val="18"/>
        </w:rPr>
      </w:pPr>
      <w:r w:rsidRPr="003847F6">
        <w:rPr>
          <w:rFonts w:cs="Arial"/>
          <w:snapToGrid w:val="0"/>
          <w:kern w:val="22"/>
          <w:szCs w:val="18"/>
        </w:rPr>
        <w:t>działający w ramach terytorialnej właściwości</w:t>
      </w:r>
      <w:r w:rsidR="00DC496A">
        <w:rPr>
          <w:rFonts w:cs="Arial"/>
          <w:snapToGrid w:val="0"/>
          <w:kern w:val="22"/>
          <w:sz w:val="18"/>
          <w:szCs w:val="18"/>
        </w:rPr>
        <w:t xml:space="preserve"> </w:t>
      </w:r>
      <w:r w:rsidR="002B2CB4" w:rsidRPr="003847F6">
        <w:rPr>
          <w:rFonts w:cs="Arial"/>
          <w:snapToGrid w:val="0"/>
          <w:kern w:val="22"/>
          <w:szCs w:val="18"/>
        </w:rPr>
        <w:t xml:space="preserve">Okręgowego Inspektoratu Pracy </w:t>
      </w:r>
      <w:r w:rsidR="000E6BF1" w:rsidRPr="003847F6">
        <w:rPr>
          <w:rFonts w:cs="Arial"/>
          <w:snapToGrid w:val="0"/>
          <w:kern w:val="22"/>
          <w:szCs w:val="18"/>
        </w:rPr>
        <w:t>w</w:t>
      </w:r>
      <w:r w:rsidR="00275728">
        <w:rPr>
          <w:rFonts w:cs="Arial"/>
          <w:snapToGrid w:val="0"/>
          <w:kern w:val="22"/>
          <w:szCs w:val="18"/>
        </w:rPr>
        <w:t xml:space="preserve"> </w:t>
      </w:r>
      <w:r w:rsidR="000E6BF1" w:rsidRPr="003847F6">
        <w:rPr>
          <w:rFonts w:cs="Arial"/>
          <w:snapToGrid w:val="0"/>
          <w:kern w:val="22"/>
          <w:szCs w:val="18"/>
        </w:rPr>
        <w:t>............................</w:t>
      </w:r>
      <w:r w:rsidR="002B2CB4" w:rsidRPr="003847F6">
        <w:rPr>
          <w:rFonts w:cs="Arial"/>
          <w:snapToGrid w:val="0"/>
          <w:kern w:val="22"/>
          <w:szCs w:val="18"/>
        </w:rPr>
        <w:t>. przeprowadził kontrolę wymienionego wyżej wyrobu w zakresie sp</w:t>
      </w:r>
      <w:r w:rsidR="0083311C">
        <w:rPr>
          <w:rFonts w:cs="Arial"/>
          <w:snapToGrid w:val="0"/>
          <w:kern w:val="22"/>
          <w:szCs w:val="18"/>
        </w:rPr>
        <w:t xml:space="preserve">ełniania wymagań zasadniczych </w:t>
      </w:r>
      <w:r w:rsidR="002B2CB4" w:rsidRPr="003847F6">
        <w:rPr>
          <w:rFonts w:cs="Arial"/>
          <w:snapToGrid w:val="0"/>
          <w:kern w:val="22"/>
          <w:szCs w:val="18"/>
        </w:rPr>
        <w:t>lub innych.</w:t>
      </w:r>
    </w:p>
    <w:p w14:paraId="5487067A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5B105075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Nazwa pracodawcy (</w:t>
      </w:r>
      <w:r w:rsidR="000E6BF1" w:rsidRPr="003847F6">
        <w:rPr>
          <w:rFonts w:cs="Arial"/>
          <w:snapToGrid w:val="0"/>
          <w:kern w:val="22"/>
          <w:szCs w:val="18"/>
        </w:rPr>
        <w:t>użytkownika):...............................................</w:t>
      </w:r>
      <w:r w:rsidRPr="003847F6">
        <w:rPr>
          <w:rFonts w:cs="Arial"/>
          <w:snapToGrid w:val="0"/>
          <w:kern w:val="22"/>
          <w:szCs w:val="18"/>
        </w:rPr>
        <w:t>...........................................</w:t>
      </w:r>
      <w:r w:rsidR="00782EB1" w:rsidRPr="003847F6">
        <w:rPr>
          <w:rFonts w:cs="Arial"/>
          <w:snapToGrid w:val="0"/>
          <w:kern w:val="22"/>
          <w:szCs w:val="18"/>
        </w:rPr>
        <w:t>........</w:t>
      </w:r>
      <w:r w:rsidRPr="003847F6">
        <w:rPr>
          <w:rFonts w:cs="Arial"/>
          <w:snapToGrid w:val="0"/>
          <w:kern w:val="22"/>
          <w:szCs w:val="18"/>
        </w:rPr>
        <w:t>...</w:t>
      </w:r>
    </w:p>
    <w:p w14:paraId="1BEB860D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Kod pocztowy: ……………… Miejscowość ……………………………… Poczta: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………………...</w:t>
      </w:r>
    </w:p>
    <w:p w14:paraId="358269A1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</w:t>
      </w:r>
      <w:r w:rsidR="00782EB1" w:rsidRPr="003847F6">
        <w:rPr>
          <w:rFonts w:cs="Arial"/>
          <w:snapToGrid w:val="0"/>
          <w:kern w:val="22"/>
          <w:szCs w:val="18"/>
        </w:rPr>
        <w:t>….……...</w:t>
      </w:r>
    </w:p>
    <w:p w14:paraId="671B1536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  <w:lang w:val="de-DE"/>
        </w:rPr>
      </w:pPr>
      <w:proofErr w:type="spellStart"/>
      <w:r w:rsidRPr="003847F6">
        <w:rPr>
          <w:rFonts w:cs="Arial"/>
          <w:snapToGrid w:val="0"/>
          <w:kern w:val="22"/>
          <w:szCs w:val="18"/>
          <w:lang w:val="de-DE"/>
        </w:rPr>
        <w:t>Regon</w:t>
      </w:r>
      <w:proofErr w:type="spellEnd"/>
      <w:r w:rsidRPr="003847F6">
        <w:rPr>
          <w:rFonts w:cs="Arial"/>
          <w:snapToGrid w:val="0"/>
          <w:kern w:val="22"/>
          <w:szCs w:val="18"/>
          <w:lang w:val="de-DE"/>
        </w:rPr>
        <w:t>: .................................. KRS: 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 NIP: .................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..................................</w:t>
      </w:r>
    </w:p>
    <w:p w14:paraId="15099CA6" w14:textId="77777777" w:rsidR="002B2CB4" w:rsidRPr="00275728" w:rsidRDefault="002B2CB4" w:rsidP="001D3DF3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lastRenderedPageBreak/>
        <w:t xml:space="preserve">Telefon: .................................. </w:t>
      </w:r>
      <w:proofErr w:type="spellStart"/>
      <w:r w:rsidRPr="003847F6">
        <w:rPr>
          <w:rFonts w:cs="Arial"/>
          <w:snapToGrid w:val="0"/>
          <w:kern w:val="22"/>
          <w:szCs w:val="18"/>
          <w:lang w:val="de-DE"/>
        </w:rPr>
        <w:t>Faks</w:t>
      </w:r>
      <w:proofErr w:type="spellEnd"/>
      <w:r w:rsidRPr="003847F6">
        <w:rPr>
          <w:rFonts w:cs="Arial"/>
          <w:snapToGrid w:val="0"/>
          <w:kern w:val="22"/>
          <w:szCs w:val="18"/>
          <w:lang w:val="de-DE"/>
        </w:rPr>
        <w:t xml:space="preserve">: .................................. </w:t>
      </w:r>
      <w:r w:rsidR="000E6BF1" w:rsidRPr="00275728">
        <w:rPr>
          <w:rFonts w:cs="Arial"/>
          <w:snapToGrid w:val="0"/>
          <w:kern w:val="22"/>
          <w:szCs w:val="18"/>
          <w:lang w:val="en-US"/>
        </w:rPr>
        <w:t>Email:................................................</w:t>
      </w:r>
      <w:r w:rsidRPr="00275728">
        <w:rPr>
          <w:rFonts w:cs="Arial"/>
          <w:snapToGrid w:val="0"/>
          <w:kern w:val="22"/>
          <w:szCs w:val="18"/>
          <w:lang w:val="en-US"/>
        </w:rPr>
        <w:t>.....</w:t>
      </w:r>
    </w:p>
    <w:p w14:paraId="2CCB5297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Forma prawna: ……</w:t>
      </w:r>
      <w:r w:rsidR="00782EB1" w:rsidRPr="003847F6">
        <w:rPr>
          <w:rFonts w:cs="Arial"/>
          <w:snapToGrid w:val="0"/>
          <w:kern w:val="22"/>
          <w:szCs w:val="18"/>
        </w:rPr>
        <w:t>…….</w:t>
      </w:r>
      <w:r w:rsidRPr="003847F6">
        <w:rPr>
          <w:rFonts w:cs="Arial"/>
          <w:snapToGrid w:val="0"/>
          <w:kern w:val="22"/>
          <w:szCs w:val="18"/>
        </w:rPr>
        <w:t xml:space="preserve">. Forma własności: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 xml:space="preserve">……….. </w:t>
      </w:r>
      <w:proofErr w:type="spellStart"/>
      <w:r w:rsidRPr="003847F6">
        <w:rPr>
          <w:rFonts w:cs="Arial"/>
          <w:snapToGrid w:val="0"/>
          <w:kern w:val="22"/>
          <w:szCs w:val="18"/>
        </w:rPr>
        <w:t>Pkd</w:t>
      </w:r>
      <w:proofErr w:type="spellEnd"/>
      <w:r w:rsidRPr="003847F6">
        <w:rPr>
          <w:rFonts w:cs="Arial"/>
          <w:snapToGrid w:val="0"/>
          <w:kern w:val="22"/>
          <w:szCs w:val="18"/>
        </w:rPr>
        <w:t>: ………</w:t>
      </w:r>
      <w:r w:rsidR="00782EB1" w:rsidRPr="003847F6">
        <w:rPr>
          <w:rFonts w:cs="Arial"/>
          <w:snapToGrid w:val="0"/>
          <w:kern w:val="22"/>
          <w:szCs w:val="18"/>
        </w:rPr>
        <w:t>…….  Zatrudnienie: …………..</w:t>
      </w:r>
    </w:p>
    <w:p w14:paraId="0F2C2CDF" w14:textId="77777777"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Kontrolę przeprowadzono w dniu(</w:t>
      </w:r>
      <w:r w:rsidR="0083311C">
        <w:rPr>
          <w:rFonts w:cs="Arial"/>
          <w:snapToGrid w:val="0"/>
          <w:kern w:val="22"/>
          <w:szCs w:val="18"/>
        </w:rPr>
        <w:t>-</w:t>
      </w:r>
      <w:r w:rsidRPr="003847F6">
        <w:rPr>
          <w:rFonts w:cs="Arial"/>
          <w:snapToGrid w:val="0"/>
          <w:kern w:val="22"/>
          <w:szCs w:val="18"/>
        </w:rPr>
        <w:t xml:space="preserve">ach): </w:t>
      </w:r>
      <w:r w:rsidR="00782EB1" w:rsidRPr="003847F6">
        <w:rPr>
          <w:rFonts w:cs="Arial"/>
          <w:snapToGrid w:val="0"/>
          <w:kern w:val="22"/>
          <w:szCs w:val="18"/>
        </w:rPr>
        <w:t>……………………………………….</w:t>
      </w:r>
      <w:r w:rsidRPr="003847F6">
        <w:rPr>
          <w:rFonts w:cs="Arial"/>
          <w:snapToGrid w:val="0"/>
          <w:kern w:val="22"/>
          <w:szCs w:val="18"/>
        </w:rPr>
        <w:t>.</w:t>
      </w:r>
    </w:p>
    <w:p w14:paraId="2CC21B77" w14:textId="77777777" w:rsidR="00720719" w:rsidRDefault="00720719" w:rsidP="001D3DF3">
      <w:pPr>
        <w:widowControl w:val="0"/>
        <w:rPr>
          <w:rFonts w:cs="Arial"/>
          <w:b/>
          <w:snapToGrid w:val="0"/>
          <w:kern w:val="22"/>
        </w:rPr>
      </w:pPr>
    </w:p>
    <w:p w14:paraId="2DA45D67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1. Informacja ogólna:</w:t>
      </w:r>
    </w:p>
    <w:p w14:paraId="15A0029A" w14:textId="77777777"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opis wyrobu:</w:t>
      </w:r>
    </w:p>
    <w:p w14:paraId="36907AAE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FBF298B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3A9AC83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F4BF075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F54B4A8" w14:textId="77777777"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opis opakowania wyrobu:</w:t>
      </w:r>
    </w:p>
    <w:p w14:paraId="6FA39068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0E7DDE3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A385444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E055F7D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F2D0D63" w14:textId="77777777"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informacje umieszczone na wyrobie:</w:t>
      </w:r>
    </w:p>
    <w:p w14:paraId="1E6753AD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D01DCF9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B874773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FCCDE85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18162B2" w14:textId="77777777" w:rsidR="002B2CB4" w:rsidRPr="0083311C" w:rsidRDefault="002B2CB4" w:rsidP="0083311C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przeznaczenie wyrobu:</w:t>
      </w:r>
    </w:p>
    <w:p w14:paraId="2BB3F9FE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28A4902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E1FB35B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1309DE6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1265380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165E3244" w14:textId="77777777"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 xml:space="preserve">2. Czy podmiot zwrócił się o </w:t>
      </w:r>
      <w:r w:rsidR="00B84A5E" w:rsidRPr="003847F6">
        <w:rPr>
          <w:rFonts w:cs="Arial"/>
          <w:kern w:val="22"/>
          <w:szCs w:val="22"/>
        </w:rPr>
        <w:t>nieujawnianie informacji</w:t>
      </w:r>
      <w:r w:rsidRPr="003847F6">
        <w:rPr>
          <w:rFonts w:cs="Arial"/>
          <w:kern w:val="22"/>
          <w:szCs w:val="22"/>
        </w:rPr>
        <w:t xml:space="preserve"> (art. 40d ust</w:t>
      </w:r>
      <w:r w:rsidR="000E6BF1" w:rsidRPr="003847F6">
        <w:rPr>
          <w:rFonts w:cs="Arial"/>
          <w:kern w:val="22"/>
          <w:szCs w:val="22"/>
        </w:rPr>
        <w:t xml:space="preserve">. 1 i 2 ustawy </w:t>
      </w:r>
      <w:r w:rsidR="0083311C" w:rsidRPr="003847F6">
        <w:rPr>
          <w:rFonts w:cs="Arial"/>
          <w:snapToGrid w:val="0"/>
          <w:kern w:val="22"/>
        </w:rPr>
        <w:t>z dnia 30 sierpnia 2002</w:t>
      </w:r>
      <w:r w:rsidR="0083311C">
        <w:rPr>
          <w:rFonts w:cs="Arial"/>
          <w:snapToGrid w:val="0"/>
          <w:kern w:val="22"/>
        </w:rPr>
        <w:t> </w:t>
      </w:r>
      <w:r w:rsidR="0083311C" w:rsidRPr="003847F6">
        <w:rPr>
          <w:rFonts w:cs="Arial"/>
          <w:snapToGrid w:val="0"/>
          <w:kern w:val="22"/>
        </w:rPr>
        <w:t>r.</w:t>
      </w:r>
      <w:r w:rsidR="0083311C">
        <w:rPr>
          <w:rFonts w:cs="Arial"/>
          <w:snapToGrid w:val="0"/>
          <w:kern w:val="22"/>
        </w:rPr>
        <w:t xml:space="preserve"> </w:t>
      </w:r>
      <w:r w:rsidR="000E6BF1" w:rsidRPr="003847F6">
        <w:rPr>
          <w:rFonts w:cs="Arial"/>
          <w:kern w:val="22"/>
          <w:szCs w:val="22"/>
        </w:rPr>
        <w:t>o </w:t>
      </w:r>
      <w:r w:rsidR="00B84A5E" w:rsidRPr="003847F6">
        <w:rPr>
          <w:rFonts w:cs="Arial"/>
          <w:kern w:val="22"/>
          <w:szCs w:val="22"/>
        </w:rPr>
        <w:t xml:space="preserve">systemie </w:t>
      </w:r>
      <w:r w:rsidR="001D3DF3" w:rsidRPr="003847F6">
        <w:rPr>
          <w:rFonts w:cs="Arial"/>
          <w:kern w:val="22"/>
          <w:szCs w:val="22"/>
        </w:rPr>
        <w:t>oceny zgodności)</w:t>
      </w:r>
      <w:r w:rsidR="000E6BF1" w:rsidRPr="003847F6">
        <w:rPr>
          <w:rFonts w:cs="Arial"/>
          <w:kern w:val="22"/>
          <w:szCs w:val="22"/>
        </w:rPr>
        <w:t>?</w:t>
      </w:r>
    </w:p>
    <w:p w14:paraId="36BB093C" w14:textId="77777777" w:rsidR="002B2CB4" w:rsidRPr="003847F6" w:rsidRDefault="002B2CB4" w:rsidP="001D3DF3">
      <w:pPr>
        <w:jc w:val="center"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tak/nie</w:t>
      </w:r>
      <w:r w:rsidRPr="003847F6">
        <w:rPr>
          <w:rFonts w:cs="Arial"/>
          <w:kern w:val="22"/>
          <w:szCs w:val="22"/>
          <w:vertAlign w:val="superscript"/>
        </w:rPr>
        <w:t>(*)</w:t>
      </w:r>
    </w:p>
    <w:p w14:paraId="405E14EB" w14:textId="77777777" w:rsidR="002B2CB4" w:rsidRPr="003847F6" w:rsidRDefault="002B2CB4" w:rsidP="001D3DF3">
      <w:pPr>
        <w:rPr>
          <w:rFonts w:cs="Arial"/>
          <w:kern w:val="22"/>
          <w:szCs w:val="22"/>
        </w:rPr>
      </w:pPr>
    </w:p>
    <w:p w14:paraId="74555834" w14:textId="77777777" w:rsidR="002B2CB4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3. Do protokołu załącza</w:t>
      </w:r>
      <w:r w:rsidR="002B2CB4" w:rsidRPr="003847F6">
        <w:rPr>
          <w:rFonts w:cs="Arial"/>
          <w:snapToGrid w:val="0"/>
          <w:kern w:val="22"/>
          <w:szCs w:val="22"/>
        </w:rPr>
        <w:t xml:space="preserve"> się </w:t>
      </w:r>
      <w:r w:rsidR="00943C84" w:rsidRPr="003847F6">
        <w:rPr>
          <w:rFonts w:cs="Arial"/>
          <w:snapToGrid w:val="0"/>
          <w:kern w:val="22"/>
          <w:szCs w:val="22"/>
        </w:rPr>
        <w:t xml:space="preserve">…… </w:t>
      </w:r>
      <w:r w:rsidRPr="003847F6">
        <w:rPr>
          <w:rFonts w:cs="Arial"/>
          <w:snapToGrid w:val="0"/>
          <w:kern w:val="22"/>
          <w:szCs w:val="22"/>
        </w:rPr>
        <w:t xml:space="preserve">załączników stanowiących składową </w:t>
      </w:r>
      <w:r w:rsidR="002B2CB4" w:rsidRPr="003847F6">
        <w:rPr>
          <w:rFonts w:cs="Arial"/>
          <w:snapToGrid w:val="0"/>
          <w:kern w:val="22"/>
          <w:szCs w:val="22"/>
        </w:rPr>
        <w:t>część</w:t>
      </w:r>
      <w:r w:rsidRPr="003847F6">
        <w:rPr>
          <w:rFonts w:cs="Arial"/>
          <w:snapToGrid w:val="0"/>
          <w:kern w:val="22"/>
          <w:szCs w:val="22"/>
        </w:rPr>
        <w:t xml:space="preserve"> protokołu</w:t>
      </w:r>
      <w:r w:rsidR="002B2CB4" w:rsidRPr="003847F6">
        <w:rPr>
          <w:rFonts w:cs="Arial"/>
          <w:snapToGrid w:val="0"/>
          <w:kern w:val="22"/>
          <w:szCs w:val="22"/>
        </w:rPr>
        <w:t>:</w:t>
      </w:r>
    </w:p>
    <w:p w14:paraId="0925C51F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0907DE0D" w14:textId="77777777" w:rsidR="001D3DF3" w:rsidRPr="0083311C" w:rsidRDefault="00943C84" w:rsidP="00943C84">
      <w:pPr>
        <w:widowControl w:val="0"/>
        <w:ind w:firstLine="850"/>
        <w:rPr>
          <w:rFonts w:cs="Arial"/>
          <w:i/>
          <w:snapToGrid w:val="0"/>
          <w:kern w:val="22"/>
          <w:sz w:val="16"/>
          <w:szCs w:val="22"/>
        </w:rPr>
      </w:pPr>
      <w:r w:rsidRPr="0083311C">
        <w:rPr>
          <w:rFonts w:cs="Arial"/>
          <w:i/>
          <w:snapToGrid w:val="0"/>
          <w:kern w:val="22"/>
          <w:sz w:val="16"/>
          <w:szCs w:val="22"/>
        </w:rPr>
        <w:t xml:space="preserve">       </w:t>
      </w:r>
      <w:r w:rsidR="001D3DF3" w:rsidRPr="0083311C">
        <w:rPr>
          <w:rFonts w:cs="Arial"/>
          <w:i/>
          <w:snapToGrid w:val="0"/>
          <w:kern w:val="22"/>
          <w:sz w:val="16"/>
          <w:szCs w:val="22"/>
        </w:rPr>
        <w:t>(wyszczególnienie załączników)</w:t>
      </w:r>
    </w:p>
    <w:p w14:paraId="0DDE5D83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2)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26B61454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323694A9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72F1EF6F" w14:textId="77777777"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4. Uwagi:</w:t>
      </w:r>
    </w:p>
    <w:p w14:paraId="467B5F93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60E53C3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EB00CA5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2E2079B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44AB447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20F2E215" w14:textId="77777777" w:rsidR="001D3DF3" w:rsidRPr="003847F6" w:rsidRDefault="001D3DF3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20D814C0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Na tym protokół zakończono.</w:t>
      </w:r>
    </w:p>
    <w:p w14:paraId="1CA0CA6A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5F8214FB" w14:textId="77777777" w:rsidR="002B2CB4" w:rsidRPr="003847F6" w:rsidRDefault="004B13C5" w:rsidP="001D3DF3">
      <w:pPr>
        <w:widowControl w:val="0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…….……………...............</w:t>
      </w:r>
      <w:r w:rsidR="001D3DF3" w:rsidRPr="003847F6">
        <w:rPr>
          <w:rFonts w:cs="Arial"/>
          <w:snapToGrid w:val="0"/>
          <w:kern w:val="22"/>
          <w:szCs w:val="18"/>
        </w:rPr>
        <w:t xml:space="preserve">., </w:t>
      </w:r>
      <w:r w:rsidR="002B2CB4" w:rsidRPr="003847F6">
        <w:rPr>
          <w:rFonts w:cs="Arial"/>
          <w:snapToGrid w:val="0"/>
          <w:kern w:val="22"/>
          <w:szCs w:val="18"/>
        </w:rPr>
        <w:t xml:space="preserve">dnia </w:t>
      </w:r>
      <w:r w:rsidR="002B2CB4" w:rsidRPr="003847F6">
        <w:rPr>
          <w:rFonts w:cs="Arial"/>
          <w:snapToGrid w:val="0"/>
          <w:kern w:val="22"/>
        </w:rPr>
        <w:t>_ _. _ _. _ _ _ _ r.</w:t>
      </w:r>
    </w:p>
    <w:p w14:paraId="1C6BBE2C" w14:textId="77777777" w:rsidR="002B2CB4" w:rsidRPr="0083311C" w:rsidRDefault="0083311C" w:rsidP="001D3DF3">
      <w:pPr>
        <w:ind w:firstLine="142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 xml:space="preserve">            </w:t>
      </w:r>
      <w:r w:rsidR="002B2CB4" w:rsidRPr="0083311C">
        <w:rPr>
          <w:rFonts w:cs="Arial"/>
          <w:i/>
          <w:kern w:val="22"/>
          <w:sz w:val="16"/>
          <w:szCs w:val="16"/>
        </w:rPr>
        <w:t>(miejscowość)</w:t>
      </w:r>
    </w:p>
    <w:p w14:paraId="6C6B616B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6E8531FD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06DBBB50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4E9B4E98" w14:textId="7CB9EEA9" w:rsidR="000C173B" w:rsidRPr="00F57B99" w:rsidRDefault="000C173B" w:rsidP="000C173B">
      <w:pPr>
        <w:ind w:left="4536"/>
        <w:jc w:val="center"/>
        <w:rPr>
          <w:rFonts w:cs="Arial"/>
          <w:szCs w:val="22"/>
        </w:rPr>
      </w:pPr>
      <w:r w:rsidRPr="00F57B99">
        <w:rPr>
          <w:rFonts w:cs="Arial"/>
          <w:szCs w:val="22"/>
        </w:rPr>
        <w:t>……….……</w:t>
      </w:r>
      <w:r>
        <w:rPr>
          <w:rFonts w:cs="Arial"/>
          <w:szCs w:val="22"/>
        </w:rPr>
        <w:t>….</w:t>
      </w:r>
      <w:r w:rsidRPr="00F57B99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</w:t>
      </w:r>
      <w:r w:rsidRPr="00F57B99">
        <w:rPr>
          <w:rFonts w:cs="Arial"/>
          <w:szCs w:val="22"/>
        </w:rPr>
        <w:t>…</w:t>
      </w:r>
    </w:p>
    <w:p w14:paraId="3722F483" w14:textId="77777777" w:rsidR="000C173B" w:rsidRPr="000C173B" w:rsidRDefault="000C173B" w:rsidP="000C173B">
      <w:pPr>
        <w:ind w:left="4536"/>
        <w:jc w:val="center"/>
        <w:rPr>
          <w:rFonts w:cs="Arial"/>
          <w:kern w:val="22"/>
          <w:sz w:val="16"/>
          <w:szCs w:val="16"/>
          <w:vertAlign w:val="superscript"/>
        </w:rPr>
      </w:pPr>
      <w:r w:rsidRPr="000E267D">
        <w:rPr>
          <w:rFonts w:cs="Arial"/>
          <w:i/>
          <w:iCs/>
          <w:sz w:val="16"/>
          <w:szCs w:val="16"/>
        </w:rPr>
        <w:t>(podpis i pieczęć albo podpis elektroniczny</w:t>
      </w:r>
      <w:r w:rsidRPr="000E267D">
        <w:rPr>
          <w:rFonts w:cs="Arial"/>
          <w:i/>
          <w:iCs/>
          <w:sz w:val="16"/>
          <w:szCs w:val="16"/>
        </w:rPr>
        <w:br/>
        <w:t>inspektora pracy</w:t>
      </w:r>
      <w:r w:rsidRPr="000C173B">
        <w:rPr>
          <w:rFonts w:cs="Arial"/>
          <w:sz w:val="16"/>
          <w:szCs w:val="16"/>
        </w:rPr>
        <w:t>)</w:t>
      </w:r>
    </w:p>
    <w:p w14:paraId="0F656C6A" w14:textId="77777777" w:rsidR="001D3DF3" w:rsidRPr="003847F6" w:rsidRDefault="001D3DF3" w:rsidP="001D3DF3">
      <w:pPr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kern w:val="22"/>
          <w:sz w:val="16"/>
          <w:szCs w:val="16"/>
          <w:vertAlign w:val="superscript"/>
        </w:rPr>
        <w:t>(*)</w:t>
      </w:r>
      <w:r w:rsidRPr="003847F6">
        <w:rPr>
          <w:rFonts w:cs="Arial"/>
          <w:kern w:val="22"/>
          <w:sz w:val="16"/>
          <w:szCs w:val="16"/>
        </w:rPr>
        <w:t xml:space="preserve"> - niepotrzebne skreślić</w:t>
      </w:r>
    </w:p>
    <w:sectPr w:rsidR="001D3DF3" w:rsidRPr="003847F6" w:rsidSect="000C1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851" w:right="1134" w:bottom="851" w:left="1134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CD4C1" w14:textId="77777777" w:rsidR="003C33F0" w:rsidRDefault="003C33F0">
      <w:r>
        <w:separator/>
      </w:r>
    </w:p>
  </w:endnote>
  <w:endnote w:type="continuationSeparator" w:id="0">
    <w:p w14:paraId="27EC7C10" w14:textId="77777777" w:rsidR="003C33F0" w:rsidRDefault="003C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A9AA6" w14:textId="77777777"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122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D0BB702" w14:textId="77777777" w:rsidR="002B2CB4" w:rsidRDefault="002B2C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30113" w14:textId="77777777"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039B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9CEDB9" w14:textId="77777777" w:rsidR="002B2CB4" w:rsidRDefault="002B2CB4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2B0AA" w14:textId="77777777" w:rsidR="000C173B" w:rsidRDefault="000C173B" w:rsidP="000C173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DBF196A" w14:textId="77777777" w:rsidR="000C173B" w:rsidRDefault="000C173B" w:rsidP="000C173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5485B14" w14:textId="189217C2" w:rsidR="008C434D" w:rsidRPr="0097472C" w:rsidRDefault="008C434D" w:rsidP="008C434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C91C1E" wp14:editId="5FE613C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37371650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785F6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53DAE03C" w14:textId="77777777" w:rsidR="008C434D" w:rsidRPr="0097472C" w:rsidRDefault="008C434D" w:rsidP="008C434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7B14B77D" w14:textId="77777777" w:rsidR="000C173B" w:rsidRPr="000C173B" w:rsidRDefault="000C173B" w:rsidP="008C434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FD9D0" w14:textId="77777777" w:rsidR="003C33F0" w:rsidRDefault="003C33F0">
      <w:r>
        <w:separator/>
      </w:r>
    </w:p>
  </w:footnote>
  <w:footnote w:type="continuationSeparator" w:id="0">
    <w:p w14:paraId="58931F1E" w14:textId="77777777" w:rsidR="003C33F0" w:rsidRDefault="003C3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AE5E8" w14:textId="77777777" w:rsidR="008C434D" w:rsidRDefault="008C43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416BC" w14:textId="77777777" w:rsidR="008C434D" w:rsidRDefault="008C43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B93F1" w14:textId="76AE28DE" w:rsidR="000C173B" w:rsidRPr="0091728C" w:rsidRDefault="000C173B" w:rsidP="000C173B">
    <w:pPr>
      <w:keepNext/>
      <w:jc w:val="right"/>
      <w:rPr>
        <w:rFonts w:cs="Arial"/>
        <w:spacing w:val="100"/>
        <w:szCs w:val="22"/>
      </w:rPr>
    </w:pPr>
    <w:r>
      <w:rPr>
        <w:kern w:val="22"/>
        <w:szCs w:val="16"/>
      </w:rPr>
      <w:t>Załącznik nr 10.14</w:t>
    </w:r>
  </w:p>
  <w:p w14:paraId="29B78C9F" w14:textId="77777777" w:rsidR="000C173B" w:rsidRDefault="000C173B" w:rsidP="000C173B">
    <w:pPr>
      <w:keepNext/>
      <w:jc w:val="center"/>
      <w:rPr>
        <w:rFonts w:cs="Arial"/>
        <w:b/>
        <w:spacing w:val="100"/>
        <w:szCs w:val="22"/>
      </w:rPr>
    </w:pPr>
  </w:p>
  <w:p w14:paraId="019A8436" w14:textId="77777777" w:rsidR="000C173B" w:rsidRPr="00AC4607" w:rsidRDefault="000C173B" w:rsidP="000C173B">
    <w:pPr>
      <w:keepNext/>
      <w:jc w:val="center"/>
      <w:rPr>
        <w:rFonts w:cs="Arial"/>
        <w:b/>
        <w:spacing w:val="100"/>
        <w:szCs w:val="22"/>
      </w:rPr>
    </w:pPr>
    <w:r w:rsidRPr="00AC4607">
      <w:rPr>
        <w:rFonts w:cs="Arial"/>
        <w:b/>
        <w:spacing w:val="100"/>
        <w:szCs w:val="22"/>
      </w:rPr>
      <w:t>WZÓR</w:t>
    </w:r>
  </w:p>
  <w:p w14:paraId="1FCEB3EE" w14:textId="77777777" w:rsidR="000C173B" w:rsidRDefault="000C173B" w:rsidP="000C173B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57D980A9" wp14:editId="4E29B882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7DDB76" w14:textId="77777777" w:rsidR="000C173B" w:rsidRDefault="000C17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C1843"/>
    <w:multiLevelType w:val="hybridMultilevel"/>
    <w:tmpl w:val="B4FA93A0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6875"/>
    <w:multiLevelType w:val="multilevel"/>
    <w:tmpl w:val="18305AA8"/>
    <w:lvl w:ilvl="0">
      <w:numFmt w:val="decimalZero"/>
      <w:lvlText w:val="%1-0"/>
      <w:lvlJc w:val="left"/>
      <w:pPr>
        <w:ind w:left="490" w:hanging="490"/>
      </w:pPr>
      <w:rPr>
        <w:rFonts w:cs="Humnst777EU-Normal" w:hint="default"/>
      </w:rPr>
    </w:lvl>
    <w:lvl w:ilvl="1">
      <w:start w:val="1"/>
      <w:numFmt w:val="decimalZero"/>
      <w:lvlText w:val="%1-%2"/>
      <w:lvlJc w:val="left"/>
      <w:pPr>
        <w:ind w:left="1198" w:hanging="490"/>
      </w:pPr>
      <w:rPr>
        <w:rFonts w:cs="Humnst777EU-Normal" w:hint="default"/>
      </w:rPr>
    </w:lvl>
    <w:lvl w:ilvl="2">
      <w:start w:val="1"/>
      <w:numFmt w:val="decimal"/>
      <w:lvlText w:val="%1-%2.%3"/>
      <w:lvlJc w:val="left"/>
      <w:pPr>
        <w:ind w:left="1906" w:hanging="490"/>
      </w:pPr>
      <w:rPr>
        <w:rFonts w:cs="Humnst777EU-Normal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Humnst777EU-Normal" w:hint="default"/>
      </w:rPr>
    </w:lvl>
    <w:lvl w:ilvl="4">
      <w:start w:val="1"/>
      <w:numFmt w:val="decimal"/>
      <w:lvlText w:val="%1-%2.%3.%4.%5"/>
      <w:lvlJc w:val="left"/>
      <w:pPr>
        <w:ind w:left="3552" w:hanging="720"/>
      </w:pPr>
      <w:rPr>
        <w:rFonts w:cs="Humnst777EU-Normal" w:hint="default"/>
      </w:rPr>
    </w:lvl>
    <w:lvl w:ilvl="5">
      <w:start w:val="1"/>
      <w:numFmt w:val="decimal"/>
      <w:lvlText w:val="%1-%2.%3.%4.%5.%6"/>
      <w:lvlJc w:val="left"/>
      <w:pPr>
        <w:ind w:left="4260" w:hanging="720"/>
      </w:pPr>
      <w:rPr>
        <w:rFonts w:cs="Humnst777EU-Normal" w:hint="default"/>
      </w:rPr>
    </w:lvl>
    <w:lvl w:ilvl="6">
      <w:start w:val="1"/>
      <w:numFmt w:val="decimal"/>
      <w:lvlText w:val="%1-%2.%3.%4.%5.%6.%7"/>
      <w:lvlJc w:val="left"/>
      <w:pPr>
        <w:ind w:left="5328" w:hanging="1080"/>
      </w:pPr>
      <w:rPr>
        <w:rFonts w:cs="Humnst777EU-Normal" w:hint="default"/>
      </w:rPr>
    </w:lvl>
    <w:lvl w:ilvl="7">
      <w:start w:val="1"/>
      <w:numFmt w:val="decimal"/>
      <w:lvlText w:val="%1-%2.%3.%4.%5.%6.%7.%8"/>
      <w:lvlJc w:val="left"/>
      <w:pPr>
        <w:ind w:left="6036" w:hanging="1080"/>
      </w:pPr>
      <w:rPr>
        <w:rFonts w:cs="Humnst777EU-Normal" w:hint="default"/>
      </w:rPr>
    </w:lvl>
    <w:lvl w:ilvl="8">
      <w:start w:val="1"/>
      <w:numFmt w:val="decimal"/>
      <w:lvlText w:val="%1-%2.%3.%4.%5.%6.%7.%8.%9"/>
      <w:lvlJc w:val="left"/>
      <w:pPr>
        <w:ind w:left="6744" w:hanging="1080"/>
      </w:pPr>
      <w:rPr>
        <w:rFonts w:cs="Humnst777EU-Normal" w:hint="default"/>
      </w:rPr>
    </w:lvl>
  </w:abstractNum>
  <w:abstractNum w:abstractNumId="2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0085EB5"/>
    <w:multiLevelType w:val="hybridMultilevel"/>
    <w:tmpl w:val="3A3A3A9A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 w16cid:durableId="82923563">
    <w:abstractNumId w:val="2"/>
  </w:num>
  <w:num w:numId="2" w16cid:durableId="1282689076">
    <w:abstractNumId w:val="6"/>
  </w:num>
  <w:num w:numId="3" w16cid:durableId="1071579960">
    <w:abstractNumId w:val="3"/>
  </w:num>
  <w:num w:numId="4" w16cid:durableId="1045450454">
    <w:abstractNumId w:val="5"/>
  </w:num>
  <w:num w:numId="5" w16cid:durableId="240919174">
    <w:abstractNumId w:val="4"/>
  </w:num>
  <w:num w:numId="6" w16cid:durableId="529994691">
    <w:abstractNumId w:val="0"/>
  </w:num>
  <w:num w:numId="7" w16cid:durableId="73520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D1"/>
    <w:rsid w:val="00006632"/>
    <w:rsid w:val="00011A19"/>
    <w:rsid w:val="000308DA"/>
    <w:rsid w:val="000625ED"/>
    <w:rsid w:val="000711BF"/>
    <w:rsid w:val="000936BF"/>
    <w:rsid w:val="000C03D2"/>
    <w:rsid w:val="000C173B"/>
    <w:rsid w:val="000E267D"/>
    <w:rsid w:val="000E6BF1"/>
    <w:rsid w:val="00114908"/>
    <w:rsid w:val="001B7BA9"/>
    <w:rsid w:val="001D15CC"/>
    <w:rsid w:val="001D3DF3"/>
    <w:rsid w:val="00275728"/>
    <w:rsid w:val="002B2CB4"/>
    <w:rsid w:val="00310D45"/>
    <w:rsid w:val="003847F6"/>
    <w:rsid w:val="00397EA8"/>
    <w:rsid w:val="003C33F0"/>
    <w:rsid w:val="00416858"/>
    <w:rsid w:val="004B13C5"/>
    <w:rsid w:val="004F6530"/>
    <w:rsid w:val="005039B1"/>
    <w:rsid w:val="0054200F"/>
    <w:rsid w:val="0058430F"/>
    <w:rsid w:val="006874D1"/>
    <w:rsid w:val="006D5E80"/>
    <w:rsid w:val="00720719"/>
    <w:rsid w:val="00782EB1"/>
    <w:rsid w:val="00807BE4"/>
    <w:rsid w:val="0083311C"/>
    <w:rsid w:val="008538A1"/>
    <w:rsid w:val="0088197A"/>
    <w:rsid w:val="008A5353"/>
    <w:rsid w:val="008C434D"/>
    <w:rsid w:val="008E21A7"/>
    <w:rsid w:val="008E454F"/>
    <w:rsid w:val="008E6FF7"/>
    <w:rsid w:val="00943C84"/>
    <w:rsid w:val="00992B9F"/>
    <w:rsid w:val="009934F7"/>
    <w:rsid w:val="00A0582C"/>
    <w:rsid w:val="00A32795"/>
    <w:rsid w:val="00A42A78"/>
    <w:rsid w:val="00B823CC"/>
    <w:rsid w:val="00B84A5E"/>
    <w:rsid w:val="00C24C94"/>
    <w:rsid w:val="00CE0408"/>
    <w:rsid w:val="00D97E9E"/>
    <w:rsid w:val="00DA5018"/>
    <w:rsid w:val="00DB122F"/>
    <w:rsid w:val="00DC496A"/>
    <w:rsid w:val="00DF3A44"/>
    <w:rsid w:val="00E11A7D"/>
    <w:rsid w:val="00EC631B"/>
    <w:rsid w:val="00F5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5349E"/>
  <w15:docId w15:val="{C11E2286-D080-4E5D-8F42-8F8FA4D2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BF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308DA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0308DA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0308DA"/>
    <w:pPr>
      <w:keepNext/>
      <w:spacing w:line="360" w:lineRule="auto"/>
      <w:jc w:val="right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qFormat/>
    <w:rsid w:val="000308DA"/>
    <w:pPr>
      <w:keepNext/>
      <w:spacing w:line="360" w:lineRule="auto"/>
      <w:jc w:val="center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qFormat/>
    <w:rsid w:val="000308DA"/>
    <w:pPr>
      <w:keepNext/>
      <w:widowControl w:val="0"/>
      <w:jc w:val="center"/>
      <w:outlineLvl w:val="4"/>
    </w:pPr>
    <w:rPr>
      <w:rFonts w:ascii="Times New Roman" w:hAnsi="Times New Roman"/>
      <w:b/>
      <w:snapToGrid w:val="0"/>
      <w:color w:val="000000"/>
      <w:spacing w:val="20"/>
      <w:sz w:val="24"/>
      <w:szCs w:val="24"/>
    </w:rPr>
  </w:style>
  <w:style w:type="paragraph" w:styleId="Nagwek6">
    <w:name w:val="heading 6"/>
    <w:basedOn w:val="Normalny"/>
    <w:next w:val="Normalny"/>
    <w:qFormat/>
    <w:rsid w:val="000308DA"/>
    <w:pPr>
      <w:keepNext/>
      <w:widowControl w:val="0"/>
      <w:jc w:val="center"/>
      <w:outlineLvl w:val="5"/>
    </w:pPr>
    <w:rPr>
      <w:rFonts w:ascii="Times New Roman" w:hAnsi="Times New Roman"/>
      <w:b/>
      <w:i/>
      <w:snapToGrid w:val="0"/>
      <w:sz w:val="24"/>
      <w:szCs w:val="22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308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308DA"/>
  </w:style>
  <w:style w:type="paragraph" w:customStyle="1" w:styleId="Trescpunktu">
    <w:name w:val="Tresc punktu"/>
    <w:basedOn w:val="Normalny"/>
    <w:rsid w:val="000936BF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0936BF"/>
    <w:pPr>
      <w:ind w:left="851" w:hanging="851"/>
    </w:pPr>
  </w:style>
  <w:style w:type="paragraph" w:customStyle="1" w:styleId="Adresatdokumentu">
    <w:name w:val="Adresat dokumentu"/>
    <w:basedOn w:val="Normalny"/>
    <w:rsid w:val="000936BF"/>
    <w:pPr>
      <w:ind w:left="5103"/>
    </w:pPr>
    <w:rPr>
      <w:b/>
    </w:rPr>
  </w:style>
  <w:style w:type="paragraph" w:customStyle="1" w:styleId="Kod">
    <w:name w:val="Kod"/>
    <w:next w:val="Normalny"/>
    <w:rsid w:val="000936BF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0936BF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0936BF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0936BF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0308DA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0308DA"/>
    <w:pPr>
      <w:ind w:firstLine="431"/>
    </w:pPr>
    <w:rPr>
      <w:i/>
      <w:sz w:val="20"/>
    </w:rPr>
  </w:style>
  <w:style w:type="paragraph" w:styleId="Nagwek">
    <w:name w:val="header"/>
    <w:basedOn w:val="Normalny"/>
    <w:link w:val="NagwekZnak"/>
    <w:rsid w:val="000308DA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0308DA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0308DA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0308D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3311C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071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0719"/>
    <w:rPr>
      <w:rFonts w:ascii="Arial" w:hAnsi="Arial"/>
      <w:sz w:val="22"/>
    </w:rPr>
  </w:style>
  <w:style w:type="character" w:customStyle="1" w:styleId="NagwekZnak">
    <w:name w:val="Nagłówek Znak"/>
    <w:basedOn w:val="Domylnaczcionkaakapitu"/>
    <w:link w:val="Nagwek"/>
    <w:rsid w:val="000C173B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0C173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EC3AD-C708-4B54-A85B-0B6057D0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4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5</cp:revision>
  <cp:lastPrinted>2009-07-22T08:32:00Z</cp:lastPrinted>
  <dcterms:created xsi:type="dcterms:W3CDTF">2024-08-23T04:33:00Z</dcterms:created>
  <dcterms:modified xsi:type="dcterms:W3CDTF">2024-09-18T12:09:00Z</dcterms:modified>
</cp:coreProperties>
</file>